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D13B3A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Squash</w:t>
      </w:r>
      <w:r w:rsidR="00C66DF8">
        <w:rPr>
          <w:b/>
          <w:sz w:val="44"/>
          <w:szCs w:val="44"/>
        </w:rPr>
        <w:t>ing</w:t>
      </w:r>
      <w:r>
        <w:rPr>
          <w:b/>
          <w:sz w:val="44"/>
          <w:szCs w:val="44"/>
        </w:rPr>
        <w:t xml:space="preserve"> air</w:t>
      </w:r>
    </w:p>
    <w:p w:rsidR="001E159E" w:rsidRDefault="001E159E" w:rsidP="001E159E">
      <w:pPr>
        <w:spacing w:after="180"/>
      </w:pPr>
    </w:p>
    <w:p w:rsidR="00BE4D19" w:rsidRPr="00BE4D19" w:rsidRDefault="00BE4D19" w:rsidP="00212965">
      <w:pPr>
        <w:spacing w:line="276" w:lineRule="auto"/>
        <w:ind w:right="4348"/>
      </w:pPr>
      <w:r w:rsidRPr="00BE4D19">
        <w:t>Air is squashed in a sealed syringe.</w:t>
      </w:r>
    </w:p>
    <w:p w:rsidR="001E159E" w:rsidRDefault="00BE4D19" w:rsidP="00212965">
      <w:pPr>
        <w:spacing w:after="240"/>
        <w:ind w:right="4348"/>
        <w:rPr>
          <w:szCs w:val="18"/>
        </w:rPr>
      </w:pPr>
      <w:r w:rsidRPr="00BE4D19">
        <w:t xml:space="preserve">The </w:t>
      </w:r>
      <w:r w:rsidR="00C96BC4">
        <w:t xml:space="preserve">more the air is squashed; the </w:t>
      </w:r>
      <w:r w:rsidRPr="00BE4D19">
        <w:t>bigger the pressure the air has</w:t>
      </w:r>
      <w:r w:rsidR="00C96BC4">
        <w:t>.</w:t>
      </w:r>
    </w:p>
    <w:p w:rsidR="00212965" w:rsidRDefault="002D2498" w:rsidP="00212965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14517</wp:posOffset>
            </wp:positionV>
            <wp:extent cx="3533775" cy="2034876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96" b="15370"/>
                    <a:stretch/>
                  </pic:blipFill>
                  <pic:spPr bwMode="auto">
                    <a:xfrm>
                      <a:off x="0" y="0"/>
                      <a:ext cx="3533775" cy="203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2965" w:rsidRDefault="00212965" w:rsidP="00212965">
      <w:pPr>
        <w:spacing w:after="240"/>
        <w:jc w:val="center"/>
        <w:rPr>
          <w:szCs w:val="18"/>
        </w:rPr>
      </w:pPr>
    </w:p>
    <w:p w:rsidR="00212965" w:rsidRDefault="00212965" w:rsidP="00212965">
      <w:pPr>
        <w:spacing w:after="240"/>
        <w:jc w:val="center"/>
        <w:rPr>
          <w:szCs w:val="18"/>
        </w:rPr>
      </w:pPr>
    </w:p>
    <w:p w:rsidR="00212965" w:rsidRDefault="00212965" w:rsidP="00212965">
      <w:pPr>
        <w:spacing w:after="240"/>
        <w:jc w:val="center"/>
        <w:rPr>
          <w:szCs w:val="18"/>
        </w:rPr>
      </w:pPr>
    </w:p>
    <w:p w:rsidR="002D2498" w:rsidRDefault="002D2498" w:rsidP="002D2498">
      <w:pPr>
        <w:spacing w:after="120"/>
        <w:rPr>
          <w:sz w:val="28"/>
          <w:szCs w:val="18"/>
          <w:lang w:val="en-US"/>
        </w:rPr>
      </w:pPr>
    </w:p>
    <w:p w:rsidR="002D2498" w:rsidRDefault="002D2498" w:rsidP="002D2498">
      <w:pPr>
        <w:spacing w:after="120"/>
        <w:rPr>
          <w:sz w:val="28"/>
          <w:szCs w:val="18"/>
          <w:lang w:val="en-US"/>
        </w:rPr>
      </w:pPr>
    </w:p>
    <w:p w:rsidR="002D2498" w:rsidRDefault="002D2498" w:rsidP="002D2498">
      <w:pPr>
        <w:spacing w:after="120"/>
        <w:rPr>
          <w:sz w:val="28"/>
          <w:szCs w:val="18"/>
          <w:lang w:val="en-US"/>
        </w:rPr>
      </w:pPr>
    </w:p>
    <w:p w:rsidR="002D2498" w:rsidRDefault="002D2498" w:rsidP="002D2498">
      <w:pPr>
        <w:spacing w:after="120"/>
        <w:rPr>
          <w:sz w:val="28"/>
          <w:szCs w:val="18"/>
          <w:lang w:val="en-US"/>
        </w:rPr>
      </w:pPr>
    </w:p>
    <w:p w:rsidR="00BE4D19" w:rsidRPr="00212965" w:rsidRDefault="00BE4D19" w:rsidP="002D2498">
      <w:pPr>
        <w:spacing w:after="120"/>
        <w:rPr>
          <w:szCs w:val="18"/>
        </w:rPr>
      </w:pPr>
      <w:r w:rsidRPr="00BE4D19">
        <w:rPr>
          <w:sz w:val="28"/>
          <w:szCs w:val="18"/>
          <w:lang w:val="en-US"/>
        </w:rPr>
        <w:t>These statements are about wh</w:t>
      </w:r>
      <w:r w:rsidR="00D13B3A">
        <w:rPr>
          <w:sz w:val="28"/>
          <w:szCs w:val="18"/>
          <w:lang w:val="en-US"/>
        </w:rPr>
        <w:t>at happens when air is squashed</w:t>
      </w:r>
      <w:r w:rsidRPr="00BE4D19">
        <w:rPr>
          <w:sz w:val="28"/>
          <w:szCs w:val="18"/>
          <w:lang w:val="en-US"/>
        </w:rPr>
        <w:t xml:space="preserve"> in the syringe.</w:t>
      </w:r>
    </w:p>
    <w:p w:rsidR="001E159E" w:rsidRPr="002D2498" w:rsidRDefault="001E159E" w:rsidP="00F729D9">
      <w:pPr>
        <w:spacing w:after="240"/>
        <w:ind w:left="425" w:hanging="425"/>
        <w:rPr>
          <w:i/>
          <w:szCs w:val="28"/>
        </w:rPr>
      </w:pPr>
      <w:r w:rsidRPr="002D2498">
        <w:rPr>
          <w:i/>
          <w:szCs w:val="28"/>
        </w:rPr>
        <w:t>For each statement, tick (</w:t>
      </w:r>
      <w:r w:rsidRPr="002D2498">
        <w:rPr>
          <w:i/>
          <w:szCs w:val="28"/>
        </w:rPr>
        <w:sym w:font="Wingdings" w:char="F0FC"/>
      </w:r>
      <w:r w:rsidRPr="002D2498">
        <w:rPr>
          <w:i/>
          <w:szCs w:val="28"/>
        </w:rPr>
        <w:t xml:space="preserve">) </w:t>
      </w:r>
      <w:r w:rsidRPr="002D2498">
        <w:rPr>
          <w:b/>
          <w:i/>
          <w:szCs w:val="28"/>
        </w:rPr>
        <w:t>one</w:t>
      </w:r>
      <w:r w:rsidRPr="002D2498">
        <w:rPr>
          <w:i/>
          <w:szCs w:val="28"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BE4D19" w:rsidRDefault="00B421B5" w:rsidP="003B40F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</w:t>
            </w:r>
            <w:r w:rsidR="007733D9">
              <w:rPr>
                <w:rFonts w:eastAsia="Times New Roman" w:cs="Times New Roman"/>
                <w:lang w:eastAsia="en-GB"/>
              </w:rPr>
              <w:t>articles</w:t>
            </w:r>
            <w:r>
              <w:rPr>
                <w:rFonts w:eastAsia="Times New Roman" w:cs="Times New Roman"/>
                <w:lang w:eastAsia="en-GB"/>
              </w:rPr>
              <w:t xml:space="preserve"> of air</w:t>
            </w:r>
            <w:r w:rsidR="007733D9">
              <w:rPr>
                <w:rFonts w:eastAsia="Times New Roman" w:cs="Times New Roman"/>
                <w:lang w:eastAsia="en-GB"/>
              </w:rPr>
              <w:t xml:space="preserve"> are pushed closer together along the length of the syringe</w:t>
            </w:r>
            <w:r w:rsidR="00D13B3A">
              <w:rPr>
                <w:rFonts w:eastAsia="Times New Roman" w:cs="Times New Roman"/>
                <w:lang w:eastAsia="en-GB"/>
              </w:rPr>
              <w:t>.</w:t>
            </w:r>
            <w:r w:rsidR="003B40FB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BE4D19" w:rsidRDefault="00B421B5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</w:t>
            </w:r>
            <w:r w:rsidR="00D13B3A">
              <w:rPr>
                <w:rFonts w:eastAsia="Times New Roman" w:cs="Times New Roman"/>
                <w:lang w:eastAsia="en-GB"/>
              </w:rPr>
              <w:t xml:space="preserve">articles </w:t>
            </w:r>
            <w:r>
              <w:rPr>
                <w:rFonts w:eastAsia="Times New Roman" w:cs="Times New Roman"/>
                <w:lang w:eastAsia="en-GB"/>
              </w:rPr>
              <w:t xml:space="preserve">of air </w:t>
            </w:r>
            <w:r w:rsidR="00D13B3A">
              <w:rPr>
                <w:rFonts w:eastAsia="Times New Roman" w:cs="Times New Roman"/>
                <w:lang w:eastAsia="en-GB"/>
              </w:rPr>
              <w:t>are pushed closer together across the width of the syringe.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BE4D19" w:rsidRDefault="00B421B5" w:rsidP="00007FE4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Particles of air </w:t>
            </w:r>
            <w:r w:rsidR="00007FE4">
              <w:rPr>
                <w:rFonts w:eastAsia="Times New Roman" w:cs="Times New Roman"/>
                <w:lang w:eastAsia="en-GB"/>
              </w:rPr>
              <w:t xml:space="preserve">in the syringe </w:t>
            </w:r>
            <w:r w:rsidR="00D13B3A">
              <w:rPr>
                <w:rFonts w:eastAsia="Times New Roman" w:cs="Times New Roman"/>
                <w:lang w:eastAsia="en-GB"/>
              </w:rPr>
              <w:t xml:space="preserve">bounce off each </w:t>
            </w:r>
            <w:r w:rsidR="00007FE4">
              <w:rPr>
                <w:rFonts w:eastAsia="Times New Roman" w:cs="Times New Roman"/>
                <w:lang w:eastAsia="en-GB"/>
              </w:rPr>
              <w:t xml:space="preserve">equally hard </w:t>
            </w:r>
            <w:r w:rsidR="00D13B3A">
              <w:rPr>
                <w:rFonts w:eastAsia="Times New Roman" w:cs="Times New Roman"/>
                <w:lang w:eastAsia="en-GB"/>
              </w:rPr>
              <w:t>in all directions.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0977AC" w:rsidRPr="006F3279" w:rsidRDefault="000977AC" w:rsidP="000977A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PMA4: Particle explanations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PMA4.2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Pressure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2D2498" w:rsidP="00C66DF8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Squash</w:t>
            </w:r>
            <w:r w:rsidR="00C66DF8">
              <w:rPr>
                <w:b/>
                <w:sz w:val="40"/>
                <w:szCs w:val="40"/>
              </w:rPr>
              <w:t>ing</w:t>
            </w:r>
            <w:r>
              <w:rPr>
                <w:b/>
                <w:sz w:val="40"/>
                <w:szCs w:val="40"/>
              </w:rPr>
              <w:t xml:space="preserve"> air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E11C1E" w:rsidP="0007651D">
            <w:pPr>
              <w:spacing w:before="60" w:after="60"/>
            </w:pPr>
            <w:r w:rsidRPr="00E11C1E">
              <w:t>The pressure of a fluid is a measure of how hard its particles are pushing each other apart, and it is proportional to the size of the force exerted by the fluid on a surface.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0977AC" w:rsidP="00C66DF8">
            <w:pPr>
              <w:spacing w:before="60" w:after="60"/>
              <w:rPr>
                <w:b/>
              </w:rPr>
            </w:pPr>
            <w:r w:rsidRPr="000977AC">
              <w:t xml:space="preserve">Explain why the pressure of a fluid is a scalar quantity </w:t>
            </w:r>
            <w:r w:rsidR="00E11C1E">
              <w:t xml:space="preserve">that is </w:t>
            </w:r>
            <w:r w:rsidR="00C66DF8">
              <w:t>equal</w:t>
            </w:r>
            <w:r w:rsidRPr="000977AC">
              <w:t xml:space="preserve"> in all directions.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0977AC" w:rsidP="000F7325">
            <w:pPr>
              <w:spacing w:before="60" w:after="60"/>
            </w:pPr>
            <w:r>
              <w:t xml:space="preserve">Pressure, </w:t>
            </w:r>
            <w:r w:rsidR="000F7325">
              <w:t>particle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483FC4" w:rsidRDefault="00483FC4" w:rsidP="00483FC4">
      <w:pPr>
        <w:spacing w:after="180"/>
      </w:pPr>
      <w:proofErr w:type="spellStart"/>
      <w:r>
        <w:t>Psillos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ExcludeAuth="1"&gt;&lt;Author&gt;Psillos&lt;/Author&gt;&lt;Year&gt;1999&lt;/Year&gt;&lt;IDText&gt;Teaching fluids: intended knowledge and students&amp;apos; actual conceptual evolution&lt;/IDText&gt;&lt;DisplayText&gt;(1999)&lt;/DisplayText&gt;&lt;record&gt;&lt;titles&gt;&lt;title&gt;Teaching fluids: intended knowledge and students&amp;apos; actual conceptual evolution&lt;/title&gt;&lt;secondary-title&gt;International Journal of Science Education&lt;/secondary-title&gt;&lt;/titles&gt;&lt;pages&gt;17-38&lt;/pages&gt;&lt;contributors&gt;&lt;authors&gt;&lt;author&gt;Psillos, D&lt;/author&gt;&lt;/authors&gt;&lt;/contributors&gt;&lt;added-date format="utc"&gt;1571658380&lt;/added-date&gt;&lt;ref-type name="Journal Article"&gt;17&lt;/ref-type&gt;&lt;dates&gt;&lt;year&gt;1999&lt;/year&gt;&lt;/dates&gt;&lt;rec-number&gt;168&lt;/rec-number&gt;&lt;last-updated-date format="utc"&gt;1571658513&lt;/last-updated-date&gt;&lt;volume&gt;21(1)&lt;/volume&gt;&lt;/record&gt;&lt;/Cite&gt;&lt;/EndNote&gt;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examined how textbooks develop an understanding of pressure and found that they nearly always introduce pressure as a measure of how concentrated a force is and use the equation ‘P=F/A’ to define it. Usually, examples of solids pushing down onto a surface are used to consolidate understanding and in these examples surface pressure is a vector quantity acting in one direction. From such an introduction, students can interpret pressure wrongly as a ‘pressing force’ and may (as some textbooks do) describe a fluid ‘exerting a pressure’.</w:t>
      </w:r>
    </w:p>
    <w:p w:rsidR="00483FC4" w:rsidRDefault="00483FC4" w:rsidP="00483FC4">
      <w:pPr>
        <w:spacing w:after="180"/>
      </w:pPr>
      <w:r>
        <w:t>In contrast to pressure between solid surfaces, pressure in a fluid is a scalar quantity, yet few students think of pressure acting in all directions in air or water</w:t>
      </w:r>
      <w:r w:rsidR="006129C8">
        <w:t xml:space="preserve"> </w:t>
      </w:r>
      <w:r w:rsidR="006129C8">
        <w:fldChar w:fldCharType="begin"/>
      </w:r>
      <w:r w:rsidR="006129C8"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 w:rsidR="006129C8">
        <w:fldChar w:fldCharType="separate"/>
      </w:r>
      <w:r w:rsidR="006129C8">
        <w:rPr>
          <w:noProof/>
        </w:rPr>
        <w:t>(Driver et al., 1994)</w:t>
      </w:r>
      <w:r w:rsidR="006129C8">
        <w:fldChar w:fldCharType="end"/>
      </w:r>
      <w:r>
        <w:t>.</w:t>
      </w:r>
    </w:p>
    <w:p w:rsidR="00483FC4" w:rsidRDefault="00483FC4" w:rsidP="00483FC4">
      <w:pPr>
        <w:spacing w:after="160" w:line="259" w:lineRule="auto"/>
      </w:pPr>
      <w:r>
        <w:t xml:space="preserve">Following large scale studies of students’ conceptions about gases </w:t>
      </w:r>
      <w:r>
        <w:rPr>
          <w:rFonts w:cstheme="minorHAnsi"/>
        </w:rPr>
        <w:t xml:space="preserve">(n=600, age 11-13) and fluids </w:t>
      </w:r>
      <w:r>
        <w:t xml:space="preserve">(n=944, age 14-20) by </w:t>
      </w:r>
      <w:proofErr w:type="spellStart"/>
      <w:r w:rsidRPr="00B71840">
        <w:t>S</w:t>
      </w:r>
      <w:r>
        <w:rPr>
          <w:rFonts w:cstheme="minorHAnsi"/>
        </w:rPr>
        <w:t>é</w:t>
      </w:r>
      <w:r w:rsidRPr="00B71840"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ADDIN EN.CITE &lt;EndNote&gt;&lt;Cite ExcludeAuth="1"&gt;&lt;Author&gt;Sere&lt;/Author&gt;&lt;Year&gt;1986&lt;/Year&gt;&lt;IDText&gt;Childrens&amp;apos; conceptions of the gaseous state, prior to teaching&lt;/IDText&gt;&lt;DisplayText&gt;(1986)&lt;/DisplayText&gt;&lt;record&gt;&lt;titles&gt;&lt;title&gt;Childrens&amp;apos; conceptions of the gaseous state, prior to teaching&lt;/title&gt;&lt;secondary-title&gt;European Journal of Science Education&lt;/secondary-title&gt;&lt;/titles&gt;&lt;pages&gt;413-25&lt;/pages&gt;&lt;contributors&gt;&lt;authors&gt;&lt;author&gt;Sere, M&lt;/author&gt;&lt;/authors&gt;&lt;/contributors&gt;&lt;added-date format="utc"&gt;1572618506&lt;/added-date&gt;&lt;ref-type name="Journal Article"&gt;17&lt;/ref-type&gt;&lt;dates&gt;&lt;year&gt;1986&lt;/year&gt;&lt;/dates&gt;&lt;rec-number&gt;175&lt;/rec-number&gt;&lt;last-updated-date format="utc"&gt;1572619042&lt;/last-updated-date&gt;&lt;volume&gt;8&lt;/volume&gt;&lt;/record&gt;&lt;/Cite&gt;&lt;/EndNote&gt;</w:instrText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(1986)</w:t>
      </w:r>
      <w:r>
        <w:rPr>
          <w:rFonts w:cstheme="minorHAnsi"/>
        </w:rPr>
        <w:fldChar w:fldCharType="end"/>
      </w:r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Besson</w:t>
      </w:r>
      <w:proofErr w:type="spellEnd"/>
      <w:r>
        <w:rPr>
          <w:rFonts w:cstheme="minorHAnsi"/>
        </w:rPr>
        <w:t xml:space="preserve"> </w:t>
      </w:r>
      <w:r>
        <w:fldChar w:fldCharType="begin"/>
      </w:r>
      <w:r>
        <w:instrText xml:space="preserve"> ADDIN EN.CITE &lt;EndNote&gt;&lt;Cite ExcludeAuth="1"&gt;&lt;Author&gt;Besson&lt;/Author&gt;&lt;Year&gt;2004&lt;/Year&gt;&lt;IDText&gt;Students&amp;apos; conceptions of fluids&lt;/IDText&gt;&lt;DisplayText&gt;(2004)&lt;/DisplayText&gt;&lt;record&gt;&lt;titles&gt;&lt;title&gt;Students&amp;apos;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(2004)</w:t>
      </w:r>
      <w:r>
        <w:fldChar w:fldCharType="end"/>
      </w:r>
      <w:r>
        <w:t xml:space="preserve"> respectively, both researchers conclude that there is a need for students to systematically reason how the motion of particles cause pressure effects, as a preliminary step in the study of pressure. Ideas about</w:t>
      </w:r>
      <w:r w:rsidRPr="004B7823">
        <w:t xml:space="preserve"> </w:t>
      </w:r>
      <w:r>
        <w:t>the movement of particles in a fluid can then be used to explain why the force on a surface, F = P x A.</w:t>
      </w:r>
    </w:p>
    <w:p w:rsidR="005A3C6B" w:rsidRDefault="002D2498" w:rsidP="00026DEC">
      <w:pPr>
        <w:spacing w:after="180"/>
      </w:pPr>
      <w:r>
        <w:t xml:space="preserve">This question explores how </w:t>
      </w:r>
      <w:r w:rsidR="00252D63">
        <w:t xml:space="preserve">students </w:t>
      </w:r>
      <w:r>
        <w:t xml:space="preserve">apply an </w:t>
      </w:r>
      <w:r w:rsidR="00252D63">
        <w:t xml:space="preserve">understanding </w:t>
      </w:r>
      <w:r>
        <w:t>of the particle model to a gas that is squashed in one direction</w:t>
      </w:r>
      <w:r w:rsidR="00252D63"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FC384B" w:rsidRDefault="00FC384B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C384B" w:rsidP="00BF6C8A">
      <w:pPr>
        <w:spacing w:after="180"/>
      </w:pPr>
      <w:r>
        <w:t>All three statements are right.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D76CD2" w:rsidRDefault="00F51368" w:rsidP="00A01222">
      <w:pPr>
        <w:spacing w:after="180"/>
      </w:pPr>
      <w:r>
        <w:t xml:space="preserve">Particles in a gas are </w:t>
      </w:r>
      <w:r w:rsidR="009323C2">
        <w:t>in constant motion</w:t>
      </w:r>
      <w:r>
        <w:t xml:space="preserve"> </w:t>
      </w:r>
      <w:r w:rsidR="009323C2">
        <w:t>and frequently bounce off each other in</w:t>
      </w:r>
      <w:r>
        <w:t xml:space="preserve"> random directions</w:t>
      </w:r>
      <w:r w:rsidR="009323C2">
        <w:t xml:space="preserve"> to spread evenly throughout a container. If a gas is squashed in one direction, its particles </w:t>
      </w:r>
      <w:r w:rsidR="00D76CD2">
        <w:t xml:space="preserve">quickly scatter off each other to </w:t>
      </w:r>
      <w:r w:rsidR="009323C2">
        <w:t xml:space="preserve">spread </w:t>
      </w:r>
      <w:r w:rsidR="00D76CD2">
        <w:t xml:space="preserve">out evenly again, </w:t>
      </w:r>
      <w:r w:rsidR="009323C2">
        <w:t xml:space="preserve">in all directions. </w:t>
      </w:r>
    </w:p>
    <w:p w:rsidR="009323C2" w:rsidRDefault="00D76CD2" w:rsidP="00A01222">
      <w:pPr>
        <w:spacing w:after="180"/>
      </w:pPr>
      <w:r>
        <w:t>Pressure in a gas can be thought of as a measure of how hard its particles are</w:t>
      </w:r>
      <w:r w:rsidR="00E11C1E">
        <w:t xml:space="preserve"> </w:t>
      </w:r>
      <w:r>
        <w:t>pushing each other apart. If pressure in one part of a gas is increased, scattering of particles quickly evens o</w:t>
      </w:r>
      <w:r w:rsidR="00E11C1E">
        <w:t>ut pressure throughout the gas.</w:t>
      </w:r>
    </w:p>
    <w:p w:rsidR="00D76CD2" w:rsidRDefault="002D1649" w:rsidP="00A01222">
      <w:pPr>
        <w:spacing w:after="180"/>
      </w:pPr>
      <w:r>
        <w:t xml:space="preserve">Students who think about pressure as a pressing force may think statement B is wrong. They may hold a mental model of the particles </w:t>
      </w:r>
      <w:r w:rsidR="00BE697F">
        <w:t>being squashed together</w:t>
      </w:r>
      <w:r>
        <w:t xml:space="preserve"> </w:t>
      </w:r>
      <w:r w:rsidR="00BE697F">
        <w:t>as</w:t>
      </w:r>
      <w:r w:rsidR="00E11C1E">
        <w:t xml:space="preserve"> the</w:t>
      </w:r>
      <w:r w:rsidR="00BE697F">
        <w:t xml:space="preserve"> turns of </w:t>
      </w:r>
      <w:r>
        <w:t>a spring</w:t>
      </w:r>
      <w:r w:rsidR="00BE697F">
        <w:t xml:space="preserve"> would be</w:t>
      </w:r>
      <w:r w:rsidR="00E11C1E">
        <w:t>, but this model does</w:t>
      </w:r>
      <w:r>
        <w:t xml:space="preserve"> not</w:t>
      </w:r>
      <w:r w:rsidR="00E11C1E">
        <w:t xml:space="preserve"> work</w:t>
      </w:r>
      <w:r>
        <w:t xml:space="preserve"> for a fluid in which particles are free to move in all directions.</w:t>
      </w:r>
    </w:p>
    <w:p w:rsidR="002D1649" w:rsidRDefault="00351DAB" w:rsidP="00A01222">
      <w:pPr>
        <w:spacing w:after="180"/>
      </w:pPr>
      <w:r>
        <w:t xml:space="preserve">Students who understand that gas particles are free to move in all directions are likely to think statement B is correct. However if they think that pressure, like a force, is directional, they are still unlikely to say that statement C is correct. </w:t>
      </w:r>
    </w:p>
    <w:p w:rsidR="00BB5403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9F5516">
        <w:t>why the</w:t>
      </w:r>
      <w:r w:rsidR="00C17012" w:rsidRPr="000977AC">
        <w:t xml:space="preserve"> pressure of a fluid </w:t>
      </w:r>
      <w:r w:rsidR="009F5516">
        <w:t>is</w:t>
      </w:r>
      <w:r w:rsidR="00C17012" w:rsidRPr="000977AC">
        <w:t xml:space="preserve"> a scalar quantity </w:t>
      </w:r>
      <w:r w:rsidR="00E11C1E">
        <w:t xml:space="preserve">that is </w:t>
      </w:r>
      <w:bookmarkStart w:id="0" w:name="_GoBack"/>
      <w:bookmarkEnd w:id="0"/>
      <w:r w:rsidR="009F5516">
        <w:t>equal</w:t>
      </w:r>
      <w:r w:rsidR="00C17012" w:rsidRPr="000977AC">
        <w:t xml:space="preserve"> in all directions</w:t>
      </w:r>
      <w:r w:rsidRPr="004F039C">
        <w:t xml:space="preserve">, </w:t>
      </w:r>
      <w:r w:rsidR="009F5516">
        <w:t>it can help to revise understanding of the particle model of liquids and gases</w:t>
      </w:r>
      <w:r>
        <w:t>.</w:t>
      </w:r>
      <w:r w:rsidR="009F5516">
        <w:t xml:space="preserve"> Careful questioning can elicit understanding of how </w:t>
      </w:r>
      <w:r w:rsidR="00E30E57">
        <w:t xml:space="preserve">squeezing a liquid or gas in one direction causes the movement of </w:t>
      </w:r>
      <w:r w:rsidR="009F5516">
        <w:t xml:space="preserve">particles </w:t>
      </w:r>
      <w:r w:rsidR="00E30E57">
        <w:t>in all directions through the fluid, until they are evenly spaced out and pressure is equal throughout the fluid. The simple demonstration of pressing down on a partially inflated balloon shows this clearly.</w:t>
      </w:r>
    </w:p>
    <w:p w:rsidR="0038568F" w:rsidRPr="00BB5403" w:rsidRDefault="0038568F" w:rsidP="0038568F">
      <w:pPr>
        <w:spacing w:after="180"/>
      </w:pPr>
      <w:r w:rsidRPr="00BB5403">
        <w:t>The following BEST ‘response activit</w:t>
      </w:r>
      <w:r>
        <w:t>ies</w:t>
      </w:r>
      <w:r w:rsidRPr="00BB5403">
        <w:t>’ could be used in follow-up to this diagnostic question:</w:t>
      </w:r>
    </w:p>
    <w:p w:rsidR="0038568F" w:rsidRDefault="0038568F" w:rsidP="0038568F">
      <w:pPr>
        <w:pStyle w:val="ListParagraph"/>
        <w:numPr>
          <w:ilvl w:val="0"/>
          <w:numId w:val="1"/>
        </w:numPr>
        <w:spacing w:after="180"/>
      </w:pPr>
      <w:r w:rsidRPr="00BB5403">
        <w:t xml:space="preserve">Response activity: </w:t>
      </w:r>
      <w:r>
        <w:t>Gas pressure</w:t>
      </w:r>
    </w:p>
    <w:p w:rsidR="0038568F" w:rsidRPr="00BB5403" w:rsidRDefault="0038568F" w:rsidP="0038568F">
      <w:pPr>
        <w:pStyle w:val="ListParagraph"/>
        <w:numPr>
          <w:ilvl w:val="0"/>
          <w:numId w:val="1"/>
        </w:numPr>
        <w:spacing w:after="180"/>
      </w:pPr>
      <w:r>
        <w:t>Response activity: Bottled gas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4E1E3B">
        <w:t>.</w:t>
      </w:r>
    </w:p>
    <w:p w:rsidR="00CC78A5" w:rsidRDefault="00D278E8" w:rsidP="00E172C6">
      <w:pPr>
        <w:spacing w:after="180"/>
      </w:pPr>
      <w:r w:rsidRPr="0045323E">
        <w:t xml:space="preserve">Image: </w:t>
      </w:r>
      <w:r w:rsidR="007D536F">
        <w:t>Peter Fairhurst (UYSEG)</w:t>
      </w:r>
      <w:r w:rsidR="004E1E3B">
        <w:t>.</w:t>
      </w:r>
    </w:p>
    <w:p w:rsidR="006129C8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129C8" w:rsidRPr="006129C8" w:rsidRDefault="006129C8" w:rsidP="006129C8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6129C8">
        <w:t xml:space="preserve">Besson, U. (2004). Students' conceptions of fluids. </w:t>
      </w:r>
      <w:r w:rsidRPr="006129C8">
        <w:rPr>
          <w:i/>
        </w:rPr>
        <w:t>International Journal of Science Education,</w:t>
      </w:r>
      <w:r w:rsidRPr="006129C8">
        <w:t xml:space="preserve"> 26:14</w:t>
      </w:r>
      <w:r w:rsidRPr="006129C8">
        <w:rPr>
          <w:b/>
        </w:rPr>
        <w:t>,</w:t>
      </w:r>
      <w:r w:rsidRPr="006129C8">
        <w:t xml:space="preserve"> 1683-1714.</w:t>
      </w:r>
    </w:p>
    <w:p w:rsidR="006129C8" w:rsidRPr="006129C8" w:rsidRDefault="006129C8" w:rsidP="006129C8">
      <w:pPr>
        <w:pStyle w:val="EndNoteBibliography"/>
        <w:spacing w:after="120"/>
        <w:ind w:left="426" w:hanging="426"/>
      </w:pPr>
      <w:r w:rsidRPr="006129C8">
        <w:t xml:space="preserve">Driver, R., et al. (1994). </w:t>
      </w:r>
      <w:r w:rsidRPr="006129C8">
        <w:rPr>
          <w:i/>
        </w:rPr>
        <w:t xml:space="preserve">Making Sense of Secondary Science: Support Materials for Teachers, </w:t>
      </w:r>
      <w:r w:rsidRPr="006129C8">
        <w:t>London: Routledge.</w:t>
      </w:r>
    </w:p>
    <w:p w:rsidR="006129C8" w:rsidRPr="006129C8" w:rsidRDefault="006129C8" w:rsidP="006129C8">
      <w:pPr>
        <w:pStyle w:val="EndNoteBibliography"/>
        <w:spacing w:after="120"/>
        <w:ind w:left="426" w:hanging="426"/>
      </w:pPr>
      <w:r w:rsidRPr="006129C8">
        <w:t xml:space="preserve">Psillos, D. (1999). Teaching fluids: intended knowledge and students' actual conceptual evolution. </w:t>
      </w:r>
      <w:r w:rsidRPr="006129C8">
        <w:rPr>
          <w:i/>
        </w:rPr>
        <w:t>International Journal of Science Education,</w:t>
      </w:r>
      <w:r w:rsidRPr="006129C8">
        <w:t xml:space="preserve"> 21(1)</w:t>
      </w:r>
      <w:r w:rsidRPr="006129C8">
        <w:rPr>
          <w:b/>
        </w:rPr>
        <w:t>,</w:t>
      </w:r>
      <w:r w:rsidRPr="006129C8">
        <w:t xml:space="preserve"> 17-38.</w:t>
      </w:r>
    </w:p>
    <w:p w:rsidR="00B46FF9" w:rsidRDefault="006129C8" w:rsidP="00687804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 w:rsidRPr="006129C8">
        <w:t xml:space="preserve">Sere, M. (1986). Childrens' conceptions of the gaseous state, prior to teaching. </w:t>
      </w:r>
      <w:r w:rsidRPr="006129C8">
        <w:rPr>
          <w:i/>
        </w:rPr>
        <w:t>European Journal of Science Education,</w:t>
      </w:r>
      <w:r w:rsidRPr="006129C8">
        <w:t xml:space="preserve"> 8</w:t>
      </w:r>
      <w:r w:rsidRPr="006129C8">
        <w:rPr>
          <w:b/>
        </w:rPr>
        <w:t>,</w:t>
      </w:r>
      <w:r w:rsidRPr="006129C8">
        <w:t xml:space="preserve"> 413-25.</w:t>
      </w: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19" w:rsidRDefault="00BE4D19" w:rsidP="000B473B">
      <w:r>
        <w:separator/>
      </w:r>
    </w:p>
  </w:endnote>
  <w:endnote w:type="continuationSeparator" w:id="0">
    <w:p w:rsidR="00BE4D19" w:rsidRDefault="00BE4D1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F5A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11C1E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19" w:rsidRDefault="00BE4D19" w:rsidP="000B473B">
      <w:r>
        <w:separator/>
      </w:r>
    </w:p>
  </w:footnote>
  <w:footnote w:type="continuationSeparator" w:id="0">
    <w:p w:rsidR="00BE4D19" w:rsidRDefault="00BE4D1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181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A1FE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E4D19"/>
    <w:rsid w:val="00007FE4"/>
    <w:rsid w:val="00015578"/>
    <w:rsid w:val="00024731"/>
    <w:rsid w:val="00026DEC"/>
    <w:rsid w:val="000505CA"/>
    <w:rsid w:val="0007651D"/>
    <w:rsid w:val="0009089A"/>
    <w:rsid w:val="000947E2"/>
    <w:rsid w:val="00095E04"/>
    <w:rsid w:val="000977AC"/>
    <w:rsid w:val="000A0D12"/>
    <w:rsid w:val="000B473B"/>
    <w:rsid w:val="000D0E89"/>
    <w:rsid w:val="000E2689"/>
    <w:rsid w:val="000F7325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2965"/>
    <w:rsid w:val="00214608"/>
    <w:rsid w:val="0021607B"/>
    <w:rsid w:val="002178AC"/>
    <w:rsid w:val="0022547C"/>
    <w:rsid w:val="00252D63"/>
    <w:rsid w:val="0025410A"/>
    <w:rsid w:val="0027553E"/>
    <w:rsid w:val="0028012F"/>
    <w:rsid w:val="002828DF"/>
    <w:rsid w:val="00287876"/>
    <w:rsid w:val="00292C53"/>
    <w:rsid w:val="00294E22"/>
    <w:rsid w:val="002A6928"/>
    <w:rsid w:val="002B5D71"/>
    <w:rsid w:val="002C22EA"/>
    <w:rsid w:val="002C59BA"/>
    <w:rsid w:val="002C79AE"/>
    <w:rsid w:val="002D15C3"/>
    <w:rsid w:val="002D1649"/>
    <w:rsid w:val="002D2498"/>
    <w:rsid w:val="00301AA9"/>
    <w:rsid w:val="003117F6"/>
    <w:rsid w:val="003334B8"/>
    <w:rsid w:val="00351DAB"/>
    <w:rsid w:val="003533B8"/>
    <w:rsid w:val="003752BE"/>
    <w:rsid w:val="0038568F"/>
    <w:rsid w:val="003A346A"/>
    <w:rsid w:val="003B2917"/>
    <w:rsid w:val="003B40FB"/>
    <w:rsid w:val="003B541B"/>
    <w:rsid w:val="003E2B2F"/>
    <w:rsid w:val="003E6046"/>
    <w:rsid w:val="003F16F9"/>
    <w:rsid w:val="00430C1F"/>
    <w:rsid w:val="00442595"/>
    <w:rsid w:val="0045323E"/>
    <w:rsid w:val="00483FC4"/>
    <w:rsid w:val="004B0EE1"/>
    <w:rsid w:val="004B1C32"/>
    <w:rsid w:val="004C5D20"/>
    <w:rsid w:val="004D0D83"/>
    <w:rsid w:val="004E1DF1"/>
    <w:rsid w:val="004E1E3B"/>
    <w:rsid w:val="004E5592"/>
    <w:rsid w:val="0050055B"/>
    <w:rsid w:val="00524710"/>
    <w:rsid w:val="00535269"/>
    <w:rsid w:val="00555342"/>
    <w:rsid w:val="005560E2"/>
    <w:rsid w:val="005A3C6B"/>
    <w:rsid w:val="005A452E"/>
    <w:rsid w:val="005A6EE7"/>
    <w:rsid w:val="005F1A7B"/>
    <w:rsid w:val="006129C8"/>
    <w:rsid w:val="006355D8"/>
    <w:rsid w:val="00642ECD"/>
    <w:rsid w:val="006502A0"/>
    <w:rsid w:val="006772F5"/>
    <w:rsid w:val="00687804"/>
    <w:rsid w:val="006A4440"/>
    <w:rsid w:val="006B0615"/>
    <w:rsid w:val="006D166B"/>
    <w:rsid w:val="006F3279"/>
    <w:rsid w:val="00704AEE"/>
    <w:rsid w:val="00722F9A"/>
    <w:rsid w:val="00754539"/>
    <w:rsid w:val="007733D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323C2"/>
    <w:rsid w:val="00942A4B"/>
    <w:rsid w:val="00961D59"/>
    <w:rsid w:val="009B2D55"/>
    <w:rsid w:val="009C0343"/>
    <w:rsid w:val="009E0D11"/>
    <w:rsid w:val="009F2253"/>
    <w:rsid w:val="009F5516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21B5"/>
    <w:rsid w:val="00B46FF9"/>
    <w:rsid w:val="00B47E1D"/>
    <w:rsid w:val="00B75483"/>
    <w:rsid w:val="00BA7952"/>
    <w:rsid w:val="00BB44B4"/>
    <w:rsid w:val="00BB5403"/>
    <w:rsid w:val="00BE4D19"/>
    <w:rsid w:val="00BE697F"/>
    <w:rsid w:val="00BF0BBF"/>
    <w:rsid w:val="00BF6C8A"/>
    <w:rsid w:val="00C05571"/>
    <w:rsid w:val="00C17012"/>
    <w:rsid w:val="00C246CE"/>
    <w:rsid w:val="00C54711"/>
    <w:rsid w:val="00C57FA2"/>
    <w:rsid w:val="00C66DF8"/>
    <w:rsid w:val="00C96BC4"/>
    <w:rsid w:val="00CC2E4D"/>
    <w:rsid w:val="00CC78A5"/>
    <w:rsid w:val="00CC7B16"/>
    <w:rsid w:val="00CE15FE"/>
    <w:rsid w:val="00D02E15"/>
    <w:rsid w:val="00D04A0D"/>
    <w:rsid w:val="00D13B3A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76CD2"/>
    <w:rsid w:val="00D87AC3"/>
    <w:rsid w:val="00DB4DF4"/>
    <w:rsid w:val="00DC4A4E"/>
    <w:rsid w:val="00DD1874"/>
    <w:rsid w:val="00DD63BD"/>
    <w:rsid w:val="00DF05DB"/>
    <w:rsid w:val="00DF7E20"/>
    <w:rsid w:val="00E11C1E"/>
    <w:rsid w:val="00E172C6"/>
    <w:rsid w:val="00E24309"/>
    <w:rsid w:val="00E30E57"/>
    <w:rsid w:val="00E53D82"/>
    <w:rsid w:val="00E9330A"/>
    <w:rsid w:val="00EE6B97"/>
    <w:rsid w:val="00F12C3B"/>
    <w:rsid w:val="00F2483A"/>
    <w:rsid w:val="00F26884"/>
    <w:rsid w:val="00F51368"/>
    <w:rsid w:val="00F729D9"/>
    <w:rsid w:val="00F72ECC"/>
    <w:rsid w:val="00F8355F"/>
    <w:rsid w:val="00FA3196"/>
    <w:rsid w:val="00FC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DB6B20"/>
  <w15:docId w15:val="{FF774FD0-E470-4CE4-A2F4-49B8DC16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6129C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29C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129C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129C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Physics_D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BEST_Template_Physics_D_Confidence grid.dotx</Template>
  <TotalTime>151</TotalTime>
  <Pages>3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2017-02-24T16:20:00Z</cp:lastPrinted>
  <dcterms:created xsi:type="dcterms:W3CDTF">2020-09-11T12:00:00Z</dcterms:created>
  <dcterms:modified xsi:type="dcterms:W3CDTF">2020-09-22T13:41:00Z</dcterms:modified>
</cp:coreProperties>
</file>